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E1D0F" w:rsidRPr="002E1D0F">
        <w:rPr>
          <w:rFonts w:ascii="Corbel" w:hAnsi="Corbel"/>
          <w:i/>
          <w:smallCaps/>
          <w:sz w:val="24"/>
          <w:szCs w:val="24"/>
        </w:rPr>
        <w:t>20</w:t>
      </w:r>
      <w:r w:rsidR="00C5667A">
        <w:rPr>
          <w:rFonts w:ascii="Corbel" w:hAnsi="Corbel"/>
          <w:i/>
          <w:smallCaps/>
          <w:sz w:val="24"/>
          <w:szCs w:val="24"/>
        </w:rPr>
        <w:t>19</w:t>
      </w:r>
      <w:r w:rsidR="002E1D0F" w:rsidRPr="002E1D0F">
        <w:rPr>
          <w:rFonts w:ascii="Corbel" w:hAnsi="Corbel"/>
          <w:i/>
          <w:smallCaps/>
          <w:sz w:val="24"/>
          <w:szCs w:val="24"/>
        </w:rPr>
        <w:t>/202</w:t>
      </w:r>
      <w:r w:rsidR="00C5667A">
        <w:rPr>
          <w:rFonts w:ascii="Corbel" w:hAnsi="Corbel"/>
          <w:i/>
          <w:smallCaps/>
          <w:sz w:val="24"/>
          <w:szCs w:val="24"/>
        </w:rPr>
        <w:t>0</w:t>
      </w:r>
      <w:r w:rsidR="002E1D0F" w:rsidRPr="002E1D0F">
        <w:rPr>
          <w:rFonts w:ascii="Corbel" w:hAnsi="Corbel"/>
          <w:i/>
          <w:smallCaps/>
          <w:sz w:val="24"/>
          <w:szCs w:val="24"/>
        </w:rPr>
        <w:t xml:space="preserve"> – 202</w:t>
      </w:r>
      <w:r w:rsidR="00C5667A">
        <w:rPr>
          <w:rFonts w:ascii="Corbel" w:hAnsi="Corbel"/>
          <w:i/>
          <w:smallCaps/>
          <w:sz w:val="24"/>
          <w:szCs w:val="24"/>
        </w:rPr>
        <w:t>3</w:t>
      </w:r>
      <w:r w:rsidR="002E1D0F" w:rsidRPr="002E1D0F">
        <w:rPr>
          <w:rFonts w:ascii="Corbel" w:hAnsi="Corbel"/>
          <w:i/>
          <w:smallCaps/>
          <w:sz w:val="24"/>
          <w:szCs w:val="24"/>
        </w:rPr>
        <w:t>/202</w:t>
      </w:r>
      <w:r w:rsidR="00C5667A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5667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C5667A">
        <w:rPr>
          <w:rFonts w:ascii="Corbel" w:hAnsi="Corbel"/>
          <w:sz w:val="20"/>
          <w:szCs w:val="20"/>
        </w:rPr>
        <w:t>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5667A" w:rsidRDefault="002E1D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667A">
              <w:rPr>
                <w:rFonts w:ascii="Corbel" w:hAnsi="Corbel"/>
                <w:sz w:val="24"/>
                <w:szCs w:val="24"/>
              </w:rPr>
              <w:t>Logika dla p</w:t>
            </w:r>
            <w:r w:rsidR="002A792D" w:rsidRPr="00C5667A">
              <w:rPr>
                <w:rFonts w:ascii="Corbel" w:hAnsi="Corbel"/>
                <w:sz w:val="24"/>
                <w:szCs w:val="24"/>
              </w:rPr>
              <w:t>rawników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PRP02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5667A" w:rsidRPr="009C54AE" w:rsidTr="00C5667A">
        <w:tc>
          <w:tcPr>
            <w:tcW w:w="2694" w:type="dxa"/>
            <w:vAlign w:val="center"/>
          </w:tcPr>
          <w:p w:rsidR="00C5667A" w:rsidRPr="009C54AE" w:rsidRDefault="00C5667A" w:rsidP="00C566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5667A" w:rsidRPr="009C54AE" w:rsidRDefault="00C5667A" w:rsidP="00C56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64CD9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2E1D0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64CD9"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805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C5667A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C5667A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Bajda, dr Dorota Semków,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667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566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667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0546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0546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C566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780546" w:rsidP="009844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0546">
        <w:rPr>
          <w:rFonts w:ascii="Corbel" w:hAnsi="Corbel"/>
          <w:b w:val="0"/>
          <w:szCs w:val="24"/>
        </w:rPr>
        <w:t>Wykład: egzamin pisemny w formie opisowo-testowej lub egzamin ustny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5667A" w:rsidRPr="009C54AE" w:rsidRDefault="00C5667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844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4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780546" w:rsidRDefault="0078054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C5667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zasad popraw</w:t>
            </w:r>
            <w:r w:rsidR="00B64CD9">
              <w:rPr>
                <w:rFonts w:ascii="Corbel" w:hAnsi="Corbel"/>
                <w:b w:val="0"/>
                <w:sz w:val="24"/>
                <w:szCs w:val="24"/>
              </w:rPr>
              <w:t>nego myślenia, argumentowania i 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>formułowania myśli. Ułatwia to proces komunikowania się z innymi ludźmi. Znajomość zasad logiki wytwarza nawyk poprawnego formułowania myśli oraz ich przekazywania. Znajomość przyczyn wieloznaczności słów i wyrażeń pozwala unikać tego typu błędów w procesie komunikowania się, dzięki czemu wypowiedzi stają się bardziej jasne i precyzyjne.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poprawnego definiowania pojęć, klasyfikacji przedmiotów i obiektów. Zdobyta wiedza pozwala precyzyjnie rozumieć metodologię poszczególnych nauk.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wnioskowania i uzasadniania. W procesach wnioskowania i uzasadniania swoich opinii potrzebna jest z kolei znajomość związków wynikania jednych zdań z drugich ze względu na ich budowę. W tym przypadku pomocna okazuje się znajomość logicznych zasad wynikania i wnioskowania. Wiadomości te umożliwiają odpowiednie stosowanie posz</w:t>
            </w:r>
            <w:r w:rsidR="00321A88">
              <w:rPr>
                <w:rFonts w:ascii="Corbel" w:hAnsi="Corbel"/>
                <w:b w:val="0"/>
                <w:sz w:val="24"/>
                <w:szCs w:val="24"/>
              </w:rPr>
              <w:t xml:space="preserve">czególnych rodzajów </w:t>
            </w:r>
            <w:proofErr w:type="spellStart"/>
            <w:r w:rsidR="00321A88">
              <w:rPr>
                <w:rFonts w:ascii="Corbel" w:hAnsi="Corbel"/>
                <w:b w:val="0"/>
                <w:sz w:val="24"/>
                <w:szCs w:val="24"/>
              </w:rPr>
              <w:t>wnioskowań</w:t>
            </w:r>
            <w:proofErr w:type="spellEnd"/>
            <w:r w:rsidRPr="00984486">
              <w:rPr>
                <w:rFonts w:ascii="Corbel" w:hAnsi="Corbel"/>
                <w:b w:val="0"/>
                <w:sz w:val="24"/>
                <w:szCs w:val="24"/>
              </w:rPr>
              <w:t xml:space="preserve"> oraz rozumowań.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17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podstawowe terminy</w:t>
            </w:r>
            <w:r w:rsidR="00321A88" w:rsidRPr="00321A88">
              <w:rPr>
                <w:rFonts w:ascii="Corbel" w:hAnsi="Corbel"/>
                <w:b w:val="0"/>
                <w:smallCaps w:val="0"/>
                <w:szCs w:val="24"/>
              </w:rPr>
              <w:t>, którymi posługuje się logika.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błędy pojawiające się w procesie komunikowania.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Posiada podstawowe informacje dotyczące zasad definiowania.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 zasady procesu uzasadniania twierdzeń.</w:t>
            </w:r>
          </w:p>
        </w:tc>
        <w:tc>
          <w:tcPr>
            <w:tcW w:w="1873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Rozumie zasady klasyfikacji rzeczy, zjawisk.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Opisuje bardziej precyzyjnie otaczający go świat.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9291F" w:rsidRPr="009C54AE" w:rsidTr="005E6E85">
        <w:tc>
          <w:tcPr>
            <w:tcW w:w="1701" w:type="dxa"/>
          </w:tcPr>
          <w:p w:rsidR="0079291F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Konstruuje swoje wypowiedzi w sposób zwięzły, precyzyjny.</w:t>
            </w:r>
          </w:p>
        </w:tc>
        <w:tc>
          <w:tcPr>
            <w:tcW w:w="1873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K_U11, K_U12, K_U13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Rozpoznaje błędy</w:t>
            </w:r>
            <w:r w:rsidR="00817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</w:t>
            </w: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procesie komunikowania się ludzi.</w:t>
            </w:r>
          </w:p>
        </w:tc>
        <w:tc>
          <w:tcPr>
            <w:tcW w:w="1873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Wskazuje błędy w procesie uzasadniania twierdzeń.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Ocenia krytycznie wypowiedzi innych ludzi.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Weryfikuje docierające do niego informacje.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K_U11, K_U16</w:t>
            </w:r>
            <w:r w:rsidR="00B5662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62E" w:rsidRPr="00B5662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Lepiej uzasadnia prezentowane poglądy.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Zbiera i porównuje uzyskiwane wiadomości.</w:t>
            </w:r>
          </w:p>
        </w:tc>
        <w:tc>
          <w:tcPr>
            <w:tcW w:w="1873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Rozwiązuje lepiej problemy, dzięki znajomości zasad wnioskowania i wynikania.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Komunikuje się lepiej z otaczającymi go ludźmi.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Dyskutuje w sposób merytoryczny.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 xml:space="preserve">Proces komunikowania się, </w:t>
            </w:r>
            <w:r w:rsidR="00471310">
              <w:rPr>
                <w:rFonts w:ascii="Corbel" w:hAnsi="Corbel"/>
                <w:sz w:val="24"/>
                <w:szCs w:val="24"/>
              </w:rPr>
              <w:t>pojęcie znaku, co to jest język. P</w:t>
            </w:r>
            <w:r w:rsidRPr="00D80073">
              <w:rPr>
                <w:rFonts w:ascii="Corbel" w:hAnsi="Corbel"/>
                <w:sz w:val="24"/>
                <w:szCs w:val="24"/>
              </w:rPr>
              <w:t>rzyczyny nieporozumień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9C54AE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(wieloznacznoś</w:t>
            </w:r>
            <w:r w:rsidR="0081783E">
              <w:rPr>
                <w:rFonts w:ascii="Corbel" w:hAnsi="Corbel"/>
                <w:sz w:val="24"/>
                <w:szCs w:val="24"/>
              </w:rPr>
              <w:t>ć</w:t>
            </w:r>
            <w:r w:rsidRPr="00D80073">
              <w:rPr>
                <w:rFonts w:ascii="Corbel" w:hAnsi="Corbel"/>
                <w:sz w:val="24"/>
                <w:szCs w:val="24"/>
              </w:rPr>
              <w:cr/>
              <w:t xml:space="preserve"> słów, ekwiwokacja, wieloznaczność wypowiedzi złożonych, amfibologie)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Nazwy: pojęcie nazwy, desygnatu, treści, zakresu, podział nazw</w:t>
            </w:r>
            <w:r w:rsidR="0081783E">
              <w:rPr>
                <w:rFonts w:ascii="Corbel" w:hAnsi="Corbel"/>
                <w:sz w:val="24"/>
                <w:szCs w:val="24"/>
              </w:rPr>
              <w:t>,</w:t>
            </w:r>
            <w:r w:rsidRPr="00D80073">
              <w:rPr>
                <w:rFonts w:ascii="Corbel" w:hAnsi="Corbel"/>
                <w:sz w:val="24"/>
                <w:szCs w:val="24"/>
              </w:rPr>
              <w:t xml:space="preserve"> relacje między zakresami </w:t>
            </w:r>
          </w:p>
          <w:p w:rsidR="0085747A" w:rsidRPr="009C54AE" w:rsidRDefault="0081783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dwóch naz</w:t>
            </w:r>
            <w:r w:rsidR="00D80073" w:rsidRPr="00D80073">
              <w:rPr>
                <w:rFonts w:ascii="Corbel" w:hAnsi="Corbel"/>
                <w:sz w:val="24"/>
                <w:szCs w:val="24"/>
              </w:rPr>
              <w:t>w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Wprowadzenie do teorii uzasadniania twierdzeń: uzasadnianie bezpośrednie i pośrednie , czyli </w:t>
            </w:r>
          </w:p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wnioskowanie. Rodzaje </w:t>
            </w:r>
            <w:proofErr w:type="spellStart"/>
            <w:r w:rsidRPr="00D35B65">
              <w:rPr>
                <w:rFonts w:ascii="Corbel" w:hAnsi="Corbel"/>
                <w:sz w:val="24"/>
                <w:szCs w:val="24"/>
              </w:rPr>
              <w:t>wnioskowań</w:t>
            </w:r>
            <w:proofErr w:type="spellEnd"/>
            <w:r w:rsidRPr="00D35B65">
              <w:rPr>
                <w:rFonts w:ascii="Corbel" w:hAnsi="Corbel"/>
                <w:sz w:val="24"/>
                <w:szCs w:val="24"/>
              </w:rPr>
              <w:t>:  nie</w:t>
            </w:r>
            <w:r>
              <w:rPr>
                <w:rFonts w:ascii="Corbel" w:hAnsi="Corbel"/>
                <w:sz w:val="24"/>
                <w:szCs w:val="24"/>
              </w:rPr>
              <w:t xml:space="preserve">zawodne i  zawodne (z analogii, </w:t>
            </w:r>
            <w:r w:rsidRPr="00D35B65">
              <w:rPr>
                <w:rFonts w:ascii="Corbel" w:hAnsi="Corbel"/>
                <w:sz w:val="24"/>
                <w:szCs w:val="24"/>
              </w:rPr>
              <w:t>redukcyjne,</w:t>
            </w:r>
          </w:p>
          <w:p w:rsidR="0085747A" w:rsidRPr="009C54AE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indukcyjne, kanony Milla). Błędy we wnioskowaniu.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47131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rachunku zdań: zdanie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logiczne, funkcja zdaniowa, funktory prawdziwościowe.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Metoda matrycowa sprawdzania prawdziwości funkcji zdaniowej.  Zapisywanie rozumowania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sposób symboliczny.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nazw: rodzaje klasycznych zdań kategorycznych. Rodzaje </w:t>
            </w:r>
            <w:proofErr w:type="spellStart"/>
            <w:r w:rsidRPr="00AB4FD8">
              <w:rPr>
                <w:rFonts w:ascii="Corbel" w:hAnsi="Corbel"/>
                <w:sz w:val="24"/>
                <w:szCs w:val="24"/>
              </w:rPr>
              <w:t>wnioskowań</w:t>
            </w:r>
            <w:proofErr w:type="spellEnd"/>
            <w:r w:rsidRPr="00AB4FD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konwersja, obwersja, kontrapozycja, opozycja zdań, klasyczny sylogizm kategoryczny.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Definicje: pojęcie i rodza</w:t>
            </w:r>
            <w:r w:rsidR="0081783E">
              <w:rPr>
                <w:rFonts w:ascii="Corbel" w:hAnsi="Corbel"/>
                <w:sz w:val="24"/>
                <w:szCs w:val="24"/>
              </w:rPr>
              <w:t>je definicji  (realna i nominal</w:t>
            </w:r>
            <w:r w:rsidRPr="00AB4FD8">
              <w:rPr>
                <w:rFonts w:ascii="Corbel" w:hAnsi="Corbel"/>
                <w:sz w:val="24"/>
                <w:szCs w:val="24"/>
              </w:rPr>
              <w:t>na, równościowa i nierówno</w:t>
            </w:r>
            <w:r>
              <w:rPr>
                <w:rFonts w:ascii="Corbel" w:hAnsi="Corbel"/>
                <w:sz w:val="24"/>
                <w:szCs w:val="24"/>
              </w:rPr>
              <w:t>ściowa,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klasyczne i nieklasyczne, wyraźne i kontekstowe, sprawozdawcze i projektujące).  Błędy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definiowaniu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CF02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logiczny;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pojęcie podzi</w:t>
            </w:r>
            <w:r w:rsidR="0081783E">
              <w:rPr>
                <w:rFonts w:ascii="Corbel" w:hAnsi="Corbel"/>
                <w:sz w:val="24"/>
                <w:szCs w:val="24"/>
              </w:rPr>
              <w:t>ału, rodzaje podziałów (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naturalne i sztuczne, podział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dychotomiczny,  klasyfikacja, typologia). Podstawowe błędy spotykane w procesie podziału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logicznego.</w:t>
            </w:r>
          </w:p>
        </w:tc>
      </w:tr>
      <w:tr w:rsidR="007B010D" w:rsidRPr="009C54AE" w:rsidTr="00923D7D">
        <w:tc>
          <w:tcPr>
            <w:tcW w:w="9639" w:type="dxa"/>
          </w:tcPr>
          <w:p w:rsidR="00E91218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>Normy postępowania: pojęcie z</w:t>
            </w:r>
            <w:r w:rsidR="0081783E">
              <w:rPr>
                <w:rFonts w:ascii="Corbel" w:hAnsi="Corbel"/>
                <w:sz w:val="24"/>
                <w:szCs w:val="24"/>
              </w:rPr>
              <w:t>achowania się , co to jest norma</w:t>
            </w:r>
            <w:r w:rsidRPr="00E91218">
              <w:rPr>
                <w:rFonts w:ascii="Corbel" w:hAnsi="Corbel"/>
                <w:sz w:val="24"/>
                <w:szCs w:val="24"/>
              </w:rPr>
              <w:t xml:space="preserve"> postępowania, budowa normy</w:t>
            </w:r>
          </w:p>
          <w:p w:rsidR="00E91218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postępowania, podział norm postępowania (generalne i indywidualne, konkretne </w:t>
            </w:r>
          </w:p>
          <w:p w:rsidR="007B010D" w:rsidRPr="007B010D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i abstrakcyjne, </w:t>
            </w:r>
            <w:proofErr w:type="spellStart"/>
            <w:r w:rsidRPr="00E91218">
              <w:rPr>
                <w:rFonts w:ascii="Corbel" w:hAnsi="Corbel"/>
                <w:sz w:val="24"/>
                <w:szCs w:val="24"/>
              </w:rPr>
              <w:t>tetyczne</w:t>
            </w:r>
            <w:proofErr w:type="spellEnd"/>
            <w:r w:rsidRPr="00E91218">
              <w:rPr>
                <w:rFonts w:ascii="Corbel" w:hAnsi="Corbel"/>
                <w:sz w:val="24"/>
                <w:szCs w:val="24"/>
              </w:rPr>
              <w:t xml:space="preserve"> i aksjologiczne)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471310" w:rsidP="0047131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471310">
        <w:rPr>
          <w:rFonts w:ascii="Corbel" w:hAnsi="Corbel"/>
          <w:b w:val="0"/>
          <w:smallCaps w:val="0"/>
          <w:szCs w:val="24"/>
        </w:rPr>
        <w:t>Wykład z prezentacją multimedialną, analiza przypadków, rozwiązywanie zadań,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4713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1310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49445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CD4CCB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4713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1310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275BD7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275BD7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275BD7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4C121F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:rsidR="004C121F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D4CCB" w:rsidRPr="00CD4CCB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CD4CCB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D4CCB" w:rsidRPr="00CD4CCB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lastRenderedPageBreak/>
              <w:t>EK_12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2776F9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2776F9" w:rsidRPr="002776F9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2776F9" w:rsidRPr="002776F9" w:rsidRDefault="0049445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obserwacja w trakcie wykładu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F2292" w:rsidRPr="006F2292" w:rsidRDefault="006F2292" w:rsidP="006F22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 xml:space="preserve">Student uzyskuje zaliczenie z przedmiotu w oparciu o system punktowy, mający swoje odwzorowanie w skali ocen. 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 xml:space="preserve">Wykłady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6F2292">
              <w:rPr>
                <w:rFonts w:ascii="Corbel" w:hAnsi="Corbel"/>
                <w:b w:val="0"/>
                <w:smallCaps w:val="0"/>
                <w:szCs w:val="24"/>
              </w:rPr>
              <w:t xml:space="preserve"> obecność na co najmniej 50% wykładów w trakcie semestru; egzamin końcowy (pytania zamknięte + otwarte)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Ocena wiedzy: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90%-100%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84%-89%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77%-83%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70%-76%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60%-69%</w:t>
            </w:r>
          </w:p>
          <w:p w:rsidR="0085747A" w:rsidRPr="009C54AE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2.0 – wykazuje znajomość każdej z treści kształcenia poniżej 60%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036F2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56A3" w:rsidRPr="008A56A3">
              <w:rPr>
                <w:rFonts w:ascii="Corbel" w:hAnsi="Corbel"/>
                <w:sz w:val="24"/>
                <w:szCs w:val="24"/>
              </w:rPr>
              <w:t>45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8A56A3" w:rsidRPr="008A56A3">
              <w:rPr>
                <w:rFonts w:ascii="Corbel" w:hAnsi="Corbel"/>
                <w:sz w:val="24"/>
                <w:szCs w:val="24"/>
              </w:rPr>
              <w:t>4 godz.</w:t>
            </w:r>
          </w:p>
          <w:p w:rsidR="00DC283B" w:rsidRPr="009C54AE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wykładu – </w:t>
            </w:r>
            <w:r w:rsidR="00D91B33" w:rsidRPr="00D91B33">
              <w:rPr>
                <w:rFonts w:ascii="Corbel" w:hAnsi="Corbel"/>
                <w:sz w:val="24"/>
                <w:szCs w:val="24"/>
              </w:rPr>
              <w:t>15 godz.</w:t>
            </w:r>
          </w:p>
          <w:p w:rsidR="00CD0FA3" w:rsidRPr="009C54AE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D91B33" w:rsidRPr="00D91B33">
              <w:rPr>
                <w:rFonts w:ascii="Corbel" w:hAnsi="Corbel"/>
                <w:sz w:val="24"/>
                <w:szCs w:val="24"/>
              </w:rPr>
              <w:t>60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C69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998">
              <w:rPr>
                <w:rFonts w:ascii="Corbel" w:hAnsi="Corbel"/>
                <w:sz w:val="24"/>
                <w:szCs w:val="24"/>
              </w:rPr>
              <w:t>125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C69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99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C5667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566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C5667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566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C5667A">
        <w:trPr>
          <w:trHeight w:val="397"/>
        </w:trPr>
        <w:tc>
          <w:tcPr>
            <w:tcW w:w="7513" w:type="dxa"/>
          </w:tcPr>
          <w:p w:rsidR="002E2442" w:rsidRPr="00C5667A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5667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S. Lewandowski, H.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Machińska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A. Malinowski,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Petzel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5,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="00C566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Z. Ziembiński,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Wydanie XXV, Wydawnictwo Naukowe PWN, Warszawa 2002,</w:t>
            </w:r>
          </w:p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3.  A. Grabowski,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studentów prawa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III, Księgarnia Akademicka, Kraków 2000, </w:t>
            </w:r>
          </w:p>
          <w:p w:rsidR="00F32A13" w:rsidRPr="00F32A13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 A. Malinowski, M. Pełka, R. Brzeski,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2,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="00C566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</w:tc>
      </w:tr>
      <w:tr w:rsidR="0085747A" w:rsidRPr="009C54AE" w:rsidTr="00C5667A">
        <w:trPr>
          <w:trHeight w:val="397"/>
        </w:trPr>
        <w:tc>
          <w:tcPr>
            <w:tcW w:w="7513" w:type="dxa"/>
          </w:tcPr>
          <w:p w:rsidR="002E2442" w:rsidRPr="00C5667A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566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W. Wolter, M. Lipczyńska,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logiki. Wykład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1973,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Gregorowicz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Zarys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1962, </w:t>
            </w:r>
          </w:p>
          <w:p w:rsidR="002E2442" w:rsidRDefault="006D4925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Patryas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442"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 dla prawników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Ars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boni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et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, Poznań 1994,</w:t>
            </w:r>
          </w:p>
          <w:p w:rsidR="006510B5" w:rsidRPr="009A6EB8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Z.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Pinkalski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Logika. Testy i zadania</w:t>
            </w:r>
            <w:r w:rsidR="005A499C">
              <w:rPr>
                <w:rFonts w:ascii="Corbel" w:hAnsi="Corbel"/>
                <w:b w:val="0"/>
                <w:smallCaps w:val="0"/>
                <w:szCs w:val="24"/>
              </w:rPr>
              <w:t xml:space="preserve">, Oficyna 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a Wolters Kluwer business,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5667A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E0A" w:rsidRDefault="006C3E0A" w:rsidP="00C16ABF">
      <w:pPr>
        <w:spacing w:after="0" w:line="240" w:lineRule="auto"/>
      </w:pPr>
      <w:r>
        <w:separator/>
      </w:r>
    </w:p>
  </w:endnote>
  <w:endnote w:type="continuationSeparator" w:id="0">
    <w:p w:rsidR="006C3E0A" w:rsidRDefault="006C3E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E0A" w:rsidRDefault="006C3E0A" w:rsidP="00C16ABF">
      <w:pPr>
        <w:spacing w:after="0" w:line="240" w:lineRule="auto"/>
      </w:pPr>
      <w:r>
        <w:separator/>
      </w:r>
    </w:p>
  </w:footnote>
  <w:footnote w:type="continuationSeparator" w:id="0">
    <w:p w:rsidR="006C3E0A" w:rsidRDefault="006C3E0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6CF"/>
    <w:rsid w:val="00015B8F"/>
    <w:rsid w:val="00022ECE"/>
    <w:rsid w:val="00042A51"/>
    <w:rsid w:val="00042D2E"/>
    <w:rsid w:val="00044C82"/>
    <w:rsid w:val="00065DBE"/>
    <w:rsid w:val="00070ED6"/>
    <w:rsid w:val="000742DC"/>
    <w:rsid w:val="00081D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8"/>
    <w:rsid w:val="000D04B0"/>
    <w:rsid w:val="000F1C57"/>
    <w:rsid w:val="000F5615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993"/>
    <w:rsid w:val="00164FA7"/>
    <w:rsid w:val="00166A03"/>
    <w:rsid w:val="001718A7"/>
    <w:rsid w:val="001737CF"/>
    <w:rsid w:val="00176083"/>
    <w:rsid w:val="001846E1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D7"/>
    <w:rsid w:val="002776F9"/>
    <w:rsid w:val="00281FF2"/>
    <w:rsid w:val="002857DE"/>
    <w:rsid w:val="00291567"/>
    <w:rsid w:val="002A22BF"/>
    <w:rsid w:val="002A2389"/>
    <w:rsid w:val="002A5265"/>
    <w:rsid w:val="002A671D"/>
    <w:rsid w:val="002A792D"/>
    <w:rsid w:val="002B4D55"/>
    <w:rsid w:val="002B5EA0"/>
    <w:rsid w:val="002B6119"/>
    <w:rsid w:val="002C1F06"/>
    <w:rsid w:val="002D3375"/>
    <w:rsid w:val="002D73D4"/>
    <w:rsid w:val="002E1D0F"/>
    <w:rsid w:val="002E2442"/>
    <w:rsid w:val="002F02A3"/>
    <w:rsid w:val="002F4ABE"/>
    <w:rsid w:val="002F5F3A"/>
    <w:rsid w:val="003018BA"/>
    <w:rsid w:val="0030395F"/>
    <w:rsid w:val="00305C92"/>
    <w:rsid w:val="003151C5"/>
    <w:rsid w:val="00321A8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171F"/>
    <w:rsid w:val="0041413E"/>
    <w:rsid w:val="00414E3C"/>
    <w:rsid w:val="0042244A"/>
    <w:rsid w:val="0042745A"/>
    <w:rsid w:val="00430619"/>
    <w:rsid w:val="00431D5C"/>
    <w:rsid w:val="004362C6"/>
    <w:rsid w:val="00437FA2"/>
    <w:rsid w:val="00442B7C"/>
    <w:rsid w:val="00445970"/>
    <w:rsid w:val="00453D89"/>
    <w:rsid w:val="00461EFC"/>
    <w:rsid w:val="004652C2"/>
    <w:rsid w:val="004706D1"/>
    <w:rsid w:val="00471310"/>
    <w:rsid w:val="00471326"/>
    <w:rsid w:val="0047598D"/>
    <w:rsid w:val="004840FD"/>
    <w:rsid w:val="00490F7D"/>
    <w:rsid w:val="00491678"/>
    <w:rsid w:val="00494452"/>
    <w:rsid w:val="004968E2"/>
    <w:rsid w:val="004A3EEA"/>
    <w:rsid w:val="004A4D1F"/>
    <w:rsid w:val="004C121F"/>
    <w:rsid w:val="004D5282"/>
    <w:rsid w:val="004F1551"/>
    <w:rsid w:val="004F4459"/>
    <w:rsid w:val="004F55A3"/>
    <w:rsid w:val="0050496F"/>
    <w:rsid w:val="00513B6F"/>
    <w:rsid w:val="00517C63"/>
    <w:rsid w:val="00526BD8"/>
    <w:rsid w:val="00527485"/>
    <w:rsid w:val="005363C4"/>
    <w:rsid w:val="00536BDE"/>
    <w:rsid w:val="00543ACC"/>
    <w:rsid w:val="0056696D"/>
    <w:rsid w:val="0058467D"/>
    <w:rsid w:val="00593805"/>
    <w:rsid w:val="0059484D"/>
    <w:rsid w:val="005A0855"/>
    <w:rsid w:val="005A133C"/>
    <w:rsid w:val="005A3196"/>
    <w:rsid w:val="005A499C"/>
    <w:rsid w:val="005B1A02"/>
    <w:rsid w:val="005C080F"/>
    <w:rsid w:val="005C55E5"/>
    <w:rsid w:val="005C696A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62FB"/>
    <w:rsid w:val="00671958"/>
    <w:rsid w:val="00675843"/>
    <w:rsid w:val="00696477"/>
    <w:rsid w:val="006A6763"/>
    <w:rsid w:val="006C3E0A"/>
    <w:rsid w:val="006D050F"/>
    <w:rsid w:val="006D4925"/>
    <w:rsid w:val="006D6139"/>
    <w:rsid w:val="006E5D65"/>
    <w:rsid w:val="006F1282"/>
    <w:rsid w:val="006F1FBC"/>
    <w:rsid w:val="006F2292"/>
    <w:rsid w:val="006F31E2"/>
    <w:rsid w:val="007036F2"/>
    <w:rsid w:val="00703E34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539E"/>
    <w:rsid w:val="007461D6"/>
    <w:rsid w:val="00746EC8"/>
    <w:rsid w:val="00763BF1"/>
    <w:rsid w:val="00766FD4"/>
    <w:rsid w:val="00780546"/>
    <w:rsid w:val="0078168C"/>
    <w:rsid w:val="00787C2A"/>
    <w:rsid w:val="00790E27"/>
    <w:rsid w:val="0079291F"/>
    <w:rsid w:val="007A4022"/>
    <w:rsid w:val="007A6E6E"/>
    <w:rsid w:val="007B010D"/>
    <w:rsid w:val="007C3299"/>
    <w:rsid w:val="007C3BCC"/>
    <w:rsid w:val="007C4546"/>
    <w:rsid w:val="007D6E56"/>
    <w:rsid w:val="007F4155"/>
    <w:rsid w:val="0081554D"/>
    <w:rsid w:val="0081707E"/>
    <w:rsid w:val="0081783E"/>
    <w:rsid w:val="008449B3"/>
    <w:rsid w:val="008552A2"/>
    <w:rsid w:val="0085747A"/>
    <w:rsid w:val="008669CE"/>
    <w:rsid w:val="00884922"/>
    <w:rsid w:val="00885F64"/>
    <w:rsid w:val="008917F9"/>
    <w:rsid w:val="008A45F7"/>
    <w:rsid w:val="008A56A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914"/>
    <w:rsid w:val="00916188"/>
    <w:rsid w:val="00923D7D"/>
    <w:rsid w:val="00946C16"/>
    <w:rsid w:val="009508DF"/>
    <w:rsid w:val="00950DAC"/>
    <w:rsid w:val="00954A07"/>
    <w:rsid w:val="009813B8"/>
    <w:rsid w:val="00984486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F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52"/>
    <w:rsid w:val="00B3130B"/>
    <w:rsid w:val="00B40ADB"/>
    <w:rsid w:val="00B43B77"/>
    <w:rsid w:val="00B43E80"/>
    <w:rsid w:val="00B51EA2"/>
    <w:rsid w:val="00B5662E"/>
    <w:rsid w:val="00B607DB"/>
    <w:rsid w:val="00B639EA"/>
    <w:rsid w:val="00B64CD9"/>
    <w:rsid w:val="00B66529"/>
    <w:rsid w:val="00B70F05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5667A"/>
    <w:rsid w:val="00C61DC5"/>
    <w:rsid w:val="00C67E92"/>
    <w:rsid w:val="00C70A26"/>
    <w:rsid w:val="00C75FE1"/>
    <w:rsid w:val="00C766DF"/>
    <w:rsid w:val="00C87A9A"/>
    <w:rsid w:val="00C94B98"/>
    <w:rsid w:val="00CA2B96"/>
    <w:rsid w:val="00CA5089"/>
    <w:rsid w:val="00CA56E5"/>
    <w:rsid w:val="00CC4216"/>
    <w:rsid w:val="00CD0FA3"/>
    <w:rsid w:val="00CD4CCB"/>
    <w:rsid w:val="00CD6897"/>
    <w:rsid w:val="00CE5BAC"/>
    <w:rsid w:val="00CF021B"/>
    <w:rsid w:val="00CF25BE"/>
    <w:rsid w:val="00CF45C3"/>
    <w:rsid w:val="00CF78ED"/>
    <w:rsid w:val="00D02B25"/>
    <w:rsid w:val="00D02EBA"/>
    <w:rsid w:val="00D17C3C"/>
    <w:rsid w:val="00D26B2C"/>
    <w:rsid w:val="00D352C9"/>
    <w:rsid w:val="00D35B65"/>
    <w:rsid w:val="00D425B2"/>
    <w:rsid w:val="00D428D6"/>
    <w:rsid w:val="00D552B2"/>
    <w:rsid w:val="00D608D1"/>
    <w:rsid w:val="00D74119"/>
    <w:rsid w:val="00D80073"/>
    <w:rsid w:val="00D8075B"/>
    <w:rsid w:val="00D8678B"/>
    <w:rsid w:val="00D8757E"/>
    <w:rsid w:val="00D905C6"/>
    <w:rsid w:val="00D91B33"/>
    <w:rsid w:val="00DA2114"/>
    <w:rsid w:val="00DB7F60"/>
    <w:rsid w:val="00DC283B"/>
    <w:rsid w:val="00DC6B2C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1218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32DE"/>
    <w:rsid w:val="00EE5457"/>
    <w:rsid w:val="00F070AB"/>
    <w:rsid w:val="00F17567"/>
    <w:rsid w:val="00F27A7B"/>
    <w:rsid w:val="00F32A13"/>
    <w:rsid w:val="00F339C3"/>
    <w:rsid w:val="00F526AF"/>
    <w:rsid w:val="00F617C3"/>
    <w:rsid w:val="00F7066B"/>
    <w:rsid w:val="00F8268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5FEA"/>
  <w15:docId w15:val="{3425DA0E-E291-4FF4-BD99-EE12A5B2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EBF0B7-F07C-4926-88E3-809315833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1254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2021-03-25T11:06:00Z</dcterms:created>
  <dcterms:modified xsi:type="dcterms:W3CDTF">2021-03-25T11:06:00Z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